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4.344788" w:type="dxa"/>
      </w:tblPr>
      <w:tblGrid/>
      <w:tr>
        <w:trPr>
          <w:trHeight w:val="221" w:hRule="exact"/>
        </w:trPr>
        <w:tc>
          <w:tcPr>
            <w:tcW w:w="9979" w:type="dxa"/>
            <w:gridSpan w:val="9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3534" w:right="349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IDEN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IC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1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99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355" w:type="dxa"/>
            <w:gridSpan w:val="11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5046" w:right="501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ES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99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21" w:hRule="exact"/>
        </w:trPr>
        <w:tc>
          <w:tcPr>
            <w:tcW w:w="5774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99" w:after="0" w:line="240" w:lineRule="auto"/>
              <w:ind w:left="1629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DESCRIÇ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205" w:type="dxa"/>
            <w:gridSpan w:val="8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1086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li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867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99" w:after="0" w:line="240" w:lineRule="auto"/>
              <w:ind w:left="124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DESCRIÇ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EDID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674" w:type="dxa"/>
            <w:gridSpan w:val="7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1894" w:right="185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-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iti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</w:tr>
      <w:tr>
        <w:trPr>
          <w:trHeight w:val="221" w:hRule="exact"/>
        </w:trPr>
        <w:tc>
          <w:tcPr>
            <w:tcW w:w="5774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786" w:type="dxa"/>
            <w:gridSpan w:val="2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31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Cl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ifi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94" w:type="dxa"/>
            <w:gridSpan w:val="2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18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25" w:type="dxa"/>
            <w:gridSpan w:val="4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15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867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555" w:type="dxa"/>
            <w:gridSpan w:val="2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19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Cl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ifi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915" w:type="dxa"/>
            <w:gridSpan w:val="2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20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203" w:type="dxa"/>
            <w:gridSpan w:val="3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28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Pr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814" w:type="dxa"/>
            <w:gridSpan w:val="3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349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1714" w:hRule="exact"/>
        </w:trPr>
        <w:tc>
          <w:tcPr>
            <w:tcW w:w="577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2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22" w:right="188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SE</w:t>
            </w:r>
            <w:r>
              <w:rPr>
                <w:rFonts w:ascii="Arial" w:hAnsi="Arial" w:cs="Arial" w:eastAsia="Arial"/>
                <w:sz w:val="18"/>
                <w:szCs w:val="18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DE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99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PER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99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93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7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91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iti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93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7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ti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47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4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40" w:lineRule="auto"/>
              <w:ind w:left="349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ria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47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4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40" w:lineRule="auto"/>
              <w:ind w:left="32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te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46" w:after="0" w:line="240" w:lineRule="auto"/>
              <w:ind w:left="638" w:right="63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Alta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46" w:after="0" w:line="240" w:lineRule="auto"/>
              <w:ind w:left="4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46" w:after="0" w:line="240" w:lineRule="auto"/>
              <w:ind w:left="566" w:right="56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46" w:after="0" w:line="240" w:lineRule="auto"/>
              <w:ind w:left="33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ito</w:t>
            </w:r>
            <w:r>
              <w:rPr>
                <w:rFonts w:ascii="Arial" w:hAnsi="Arial" w:cs="Arial" w:eastAsia="Arial"/>
                <w:sz w:val="18"/>
                <w:szCs w:val="18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2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501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SE</w:t>
            </w:r>
            <w:r>
              <w:rPr>
                <w:rFonts w:ascii="Arial" w:hAnsi="Arial" w:cs="Arial" w:eastAsia="Arial"/>
                <w:sz w:val="18"/>
                <w:szCs w:val="18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DE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PER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8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38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iti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21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11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21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li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78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10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29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37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9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54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8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69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8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46" w:right="54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1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é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io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8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32" w:right="524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47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4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40" w:lineRule="auto"/>
              <w:ind w:left="602" w:right="59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IBEL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90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6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40" w:lineRule="auto"/>
              <w:ind w:left="48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BE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IM</w:t>
            </w:r>
            <w:r>
              <w:rPr>
                <w:rFonts w:ascii="Arial" w:hAnsi="Arial" w:cs="Arial" w:eastAsia="Arial"/>
                <w:sz w:val="18"/>
                <w:szCs w:val="18"/>
                <w:spacing w:val="-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77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19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Pr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it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42" w:hRule="exact"/>
        </w:trPr>
        <w:tc>
          <w:tcPr>
            <w:tcW w:w="577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8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52" w:right="31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79" w:right="14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394" w:right="36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ó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06" w:lineRule="exact"/>
              <w:ind w:left="1727" w:right="1694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16" w:right="27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79" w:right="14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92" w:right="15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</w:tr>
      <w:tr>
        <w:trPr>
          <w:trHeight w:val="662" w:hRule="exact"/>
        </w:trPr>
        <w:tc>
          <w:tcPr>
            <w:tcW w:w="5774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8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56" w:lineRule="auto"/>
              <w:ind w:left="2356" w:right="-20" w:firstLine="-231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93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93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52" w:right="31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47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79" w:right="14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56" w:lineRule="auto"/>
              <w:ind w:left="138" w:right="74" w:firstLine="29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24" w:right="38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35" w:right="19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662" w:hRule="exact"/>
        </w:trPr>
        <w:tc>
          <w:tcPr>
            <w:tcW w:w="5774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93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93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172" w:right="13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ú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-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ê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56" w:lineRule="auto"/>
              <w:ind w:left="137" w:right="10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rta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(0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24" w:right="38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43" w:right="20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21" w:hRule="exact"/>
        </w:trPr>
        <w:tc>
          <w:tcPr>
            <w:tcW w:w="5774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96" w:after="0" w:line="240" w:lineRule="auto"/>
              <w:ind w:left="11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ú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93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93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99" w:after="0" w:line="240" w:lineRule="auto"/>
              <w:ind w:left="352" w:right="31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47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99" w:after="0" w:line="240" w:lineRule="auto"/>
              <w:ind w:left="179" w:right="14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99" w:after="0" w:line="240" w:lineRule="auto"/>
              <w:ind w:left="1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2" w:lineRule="exact"/>
              <w:ind w:left="91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ú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2" w:lineRule="exact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2" w:lineRule="exact"/>
              <w:ind w:left="345" w:right="30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2" w:lineRule="exact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2" w:lineRule="exact"/>
              <w:ind w:left="236" w:right="19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21" w:hRule="exact"/>
        </w:trPr>
        <w:tc>
          <w:tcPr>
            <w:tcW w:w="5774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93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93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2" w:lineRule="exact"/>
              <w:ind w:left="33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ê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2" w:lineRule="exact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2" w:lineRule="exact"/>
              <w:ind w:left="345" w:right="30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2" w:lineRule="exact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2" w:lineRule="exact"/>
              <w:ind w:left="243" w:right="20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42" w:hRule="exact"/>
        </w:trPr>
        <w:tc>
          <w:tcPr>
            <w:tcW w:w="5774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56" w:lineRule="auto"/>
              <w:ind w:left="2447" w:right="148" w:firstLine="-223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ú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í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BR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93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93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0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52" w:right="31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47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0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79" w:right="14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0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117" w:right="8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99"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06" w:lineRule="exact"/>
              <w:ind w:left="1684" w:right="165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45" w:right="30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35" w:right="19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42" w:hRule="exact"/>
        </w:trPr>
        <w:tc>
          <w:tcPr>
            <w:tcW w:w="5774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93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93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78" w:right="44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BR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06" w:lineRule="exact"/>
              <w:ind w:left="1310" w:right="1274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BR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8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ó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à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45" w:right="30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35" w:right="19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883" w:hRule="exact"/>
        </w:trPr>
        <w:tc>
          <w:tcPr>
            <w:tcW w:w="577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7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1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7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52" w:right="31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7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79" w:right="14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7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56" w:lineRule="auto"/>
              <w:ind w:left="46" w:right="1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í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é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é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99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7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16" w:right="27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7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45" w:right="30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7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7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43" w:right="20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42" w:hRule="exact"/>
        </w:trPr>
        <w:tc>
          <w:tcPr>
            <w:tcW w:w="577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422" w:right="38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é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06" w:lineRule="exact"/>
              <w:ind w:left="1662" w:right="162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CE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99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IG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52" w:right="31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79" w:right="14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9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CE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IG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45" w:right="30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35" w:right="19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21" w:hRule="exact"/>
        </w:trPr>
        <w:tc>
          <w:tcPr>
            <w:tcW w:w="5774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í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ó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93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93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0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52" w:right="31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47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0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79" w:right="14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0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2" w:lineRule="exact"/>
              <w:ind w:left="57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í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ó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2" w:lineRule="exact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2" w:lineRule="exact"/>
              <w:ind w:left="345" w:right="30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2" w:lineRule="exact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2" w:lineRule="exact"/>
              <w:ind w:left="243" w:right="20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662" w:hRule="exact"/>
        </w:trPr>
        <w:tc>
          <w:tcPr>
            <w:tcW w:w="5774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93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93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364" w:right="33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56" w:lineRule="auto"/>
              <w:ind w:left="358" w:right="324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â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í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16" w:right="27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24" w:right="38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01" w:right="164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43" w:right="20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662" w:hRule="exact"/>
        </w:trPr>
        <w:tc>
          <w:tcPr>
            <w:tcW w:w="577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8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52" w:right="31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79" w:right="14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56" w:lineRule="auto"/>
              <w:ind w:left="527" w:right="61" w:firstLine="-39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-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-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16" w:right="27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45" w:right="30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2" w:right="15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</w:tr>
      <w:tr>
        <w:trPr>
          <w:trHeight w:val="442" w:hRule="exact"/>
        </w:trPr>
        <w:tc>
          <w:tcPr>
            <w:tcW w:w="577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6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52" w:right="31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79" w:right="14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111" w:right="7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à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é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99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06" w:lineRule="exact"/>
              <w:ind w:left="2140" w:right="210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16" w:right="27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45" w:right="30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35" w:right="19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42" w:hRule="exact"/>
        </w:trPr>
        <w:tc>
          <w:tcPr>
            <w:tcW w:w="577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52" w:right="31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79" w:right="14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546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16" w:right="27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79" w:right="14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00" w:right="16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</w:tr>
      <w:tr>
        <w:trPr>
          <w:trHeight w:val="442" w:hRule="exact"/>
        </w:trPr>
        <w:tc>
          <w:tcPr>
            <w:tcW w:w="5774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56" w:lineRule="auto"/>
              <w:ind w:left="2099" w:right="369" w:firstLine="-166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í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í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93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0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52" w:right="31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93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0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79" w:right="14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0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126" w:right="9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-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-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í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99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06" w:lineRule="exact"/>
              <w:ind w:left="1914" w:right="187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16" w:right="27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92" w:right="15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</w:tr>
      <w:tr>
        <w:trPr>
          <w:trHeight w:val="442" w:hRule="exact"/>
        </w:trPr>
        <w:tc>
          <w:tcPr>
            <w:tcW w:w="5774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93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93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18" w:right="-1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õ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06" w:lineRule="exact"/>
              <w:ind w:left="1703" w:right="166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16" w:right="27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92" w:right="15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</w:tr>
      <w:tr>
        <w:trPr>
          <w:trHeight w:val="442" w:hRule="exact"/>
        </w:trPr>
        <w:tc>
          <w:tcPr>
            <w:tcW w:w="577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571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rte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52" w:right="31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79" w:right="14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168" w:right="13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rte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06" w:lineRule="exact"/>
              <w:ind w:left="1487" w:right="145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45" w:right="30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35" w:right="19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42" w:hRule="exact"/>
        </w:trPr>
        <w:tc>
          <w:tcPr>
            <w:tcW w:w="577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2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52" w:right="31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79" w:right="14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87" w:right="5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ú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06" w:lineRule="exact"/>
              <w:ind w:left="784" w:right="75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45" w:right="30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35" w:right="19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662" w:hRule="exact"/>
        </w:trPr>
        <w:tc>
          <w:tcPr>
            <w:tcW w:w="577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56" w:lineRule="auto"/>
              <w:ind w:left="1012" w:right="211" w:firstLine="-739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ú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ú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ú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52" w:right="31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79" w:right="14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56" w:lineRule="auto"/>
              <w:ind w:left="321" w:right="19" w:firstLine="-24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rta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ú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à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24" w:right="38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35" w:right="19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42" w:hRule="exact"/>
        </w:trPr>
        <w:tc>
          <w:tcPr>
            <w:tcW w:w="577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422" w:right="38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06" w:lineRule="exact"/>
              <w:ind w:left="1492" w:right="145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ó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99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52" w:right="31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79" w:right="14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364" w:right="33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ó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06" w:lineRule="exact"/>
              <w:ind w:left="781" w:right="74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16" w:right="27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424" w:right="38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35" w:right="19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42" w:hRule="exact"/>
        </w:trPr>
        <w:tc>
          <w:tcPr>
            <w:tcW w:w="577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294" w:right="26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06" w:lineRule="exact"/>
              <w:ind w:left="2519" w:right="248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99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í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9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52" w:right="31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79" w:right="14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86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52" w:right="1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06" w:lineRule="exact"/>
              <w:ind w:left="1516" w:right="148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â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82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8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424" w:right="38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4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90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01" w:right="164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7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35" w:right="19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</w:tbl>
    <w:sectPr>
      <w:type w:val="continuous"/>
      <w:pgSz w:w="23820" w:h="16860" w:orient="landscape"/>
      <w:pgMar w:top="1320" w:bottom="280" w:left="48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dc:title>(EIV MRV Opera\347\343o planilha de impactos ambientais.xls)</dc:title>
  <dcterms:created xsi:type="dcterms:W3CDTF">2012-04-03T11:12:55Z</dcterms:created>
  <dcterms:modified xsi:type="dcterms:W3CDTF">2012-04-03T11:12:55Z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2011-12-15T00:00:00Z</vt:filetime>
  </property>
  <property fmtid="{D5CDD505-2E9C-101B-9397-08002B2CF9AE}" pid="3" name="LastSaved">
    <vt:filetime>2012-04-03T00:00:00Z</vt:filetime>
  </property>
</Properties>
</file>